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F904" w14:textId="5394DF1D" w:rsidR="00AD5508" w:rsidRPr="00207867" w:rsidRDefault="005273DF">
      <w:pPr>
        <w:pStyle w:val="Heading1"/>
        <w:spacing w:after="0"/>
        <w:rPr>
          <w:color w:val="auto"/>
        </w:rPr>
      </w:pPr>
      <w:r w:rsidRPr="00207867">
        <w:rPr>
          <w:color w:val="auto"/>
        </w:rPr>
        <w:t xml:space="preserve">Applicant </w:t>
      </w:r>
      <w:r w:rsidR="00AD5508" w:rsidRPr="00207867">
        <w:rPr>
          <w:color w:val="auto"/>
        </w:rPr>
        <w:t>phone screen</w:t>
      </w:r>
    </w:p>
    <w:p w14:paraId="3D540BCF" w14:textId="0C6459D4" w:rsidR="00E05B47" w:rsidRPr="00207867" w:rsidRDefault="00D119D0">
      <w:pPr>
        <w:pStyle w:val="Heading1"/>
        <w:spacing w:after="0"/>
        <w:rPr>
          <w:color w:val="auto"/>
          <w:sz w:val="22"/>
          <w:szCs w:val="22"/>
        </w:rPr>
      </w:pPr>
      <w:r w:rsidRPr="00207867">
        <w:rPr>
          <w:color w:val="auto"/>
          <w:sz w:val="22"/>
          <w:szCs w:val="22"/>
        </w:rPr>
        <w:t xml:space="preserve">INTERVIEW dATE:  </w:t>
      </w:r>
    </w:p>
    <w:p w14:paraId="5C55D9B1" w14:textId="77777777" w:rsidR="00E05B47" w:rsidRPr="002D7F94" w:rsidRDefault="005273DF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Applicant information</w:t>
      </w:r>
    </w:p>
    <w:tbl>
      <w:tblPr>
        <w:tblStyle w:val="ListTable2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Applicant information"/>
      </w:tblPr>
      <w:tblGrid>
        <w:gridCol w:w="1980"/>
        <w:gridCol w:w="3600"/>
        <w:gridCol w:w="1620"/>
        <w:gridCol w:w="3600"/>
      </w:tblGrid>
      <w:tr w:rsidR="00357F7A" w:rsidRPr="002D7F94" w14:paraId="758AB3C3" w14:textId="77777777" w:rsidTr="00207867">
        <w:tc>
          <w:tcPr>
            <w:tcW w:w="1980" w:type="dxa"/>
            <w:tcBorders>
              <w:bottom w:val="single" w:sz="4" w:space="0" w:color="666666" w:themeColor="text1" w:themeTint="99"/>
            </w:tcBorders>
          </w:tcPr>
          <w:p w14:paraId="648D3ECE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Candidate</w:t>
            </w:r>
            <w:r w:rsidR="00357F7A" w:rsidRPr="002D7F94">
              <w:rPr>
                <w:color w:val="auto"/>
                <w:sz w:val="20"/>
                <w:szCs w:val="20"/>
              </w:rPr>
              <w:t xml:space="preserve"> Name:</w:t>
            </w:r>
          </w:p>
        </w:tc>
        <w:sdt>
          <w:sdtPr>
            <w:rPr>
              <w:sz w:val="20"/>
              <w:szCs w:val="20"/>
            </w:rPr>
            <w:id w:val="163436972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666666" w:themeColor="text1" w:themeTint="99"/>
                </w:tcBorders>
              </w:tcPr>
              <w:p w14:paraId="19AF4712" w14:textId="77777777" w:rsidR="00E05B47" w:rsidRPr="002D7F94" w:rsidRDefault="00DD2B86" w:rsidP="00DD2B86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1620" w:type="dxa"/>
            <w:tcBorders>
              <w:bottom w:val="single" w:sz="4" w:space="0" w:color="666666" w:themeColor="text1" w:themeTint="99"/>
            </w:tcBorders>
          </w:tcPr>
          <w:p w14:paraId="74463608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Department</w:t>
            </w:r>
            <w:r w:rsidR="00357F7A" w:rsidRPr="002D7F94">
              <w:rPr>
                <w:color w:val="auto"/>
                <w:sz w:val="20"/>
                <w:szCs w:val="20"/>
              </w:rPr>
              <w:t>:</w:t>
            </w:r>
          </w:p>
        </w:tc>
        <w:sdt>
          <w:sdtPr>
            <w:rPr>
              <w:sz w:val="20"/>
              <w:szCs w:val="20"/>
            </w:rPr>
            <w:id w:val="174598725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666666" w:themeColor="text1" w:themeTint="99"/>
                </w:tcBorders>
              </w:tcPr>
              <w:p w14:paraId="4493CF76" w14:textId="0AE5CC56" w:rsidR="00E05B47" w:rsidRPr="002D7F94" w:rsidRDefault="002D7F94" w:rsidP="003F4933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57F7A" w:rsidRPr="002D7F94" w14:paraId="2058B33B" w14:textId="77777777" w:rsidTr="00207867">
        <w:tc>
          <w:tcPr>
            <w:tcW w:w="1980" w:type="dxa"/>
            <w:tcBorders>
              <w:bottom w:val="single" w:sz="4" w:space="0" w:color="auto"/>
            </w:tcBorders>
          </w:tcPr>
          <w:p w14:paraId="651F2E22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Position applied for</w:t>
            </w:r>
            <w:r w:rsidR="00357F7A" w:rsidRPr="002D7F94">
              <w:rPr>
                <w:color w:val="auto"/>
                <w:sz w:val="20"/>
                <w:szCs w:val="20"/>
              </w:rPr>
              <w:t>:</w:t>
            </w:r>
          </w:p>
        </w:tc>
        <w:sdt>
          <w:sdtPr>
            <w:rPr>
              <w:sz w:val="20"/>
              <w:szCs w:val="20"/>
            </w:rPr>
            <w:id w:val="-77887588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auto"/>
                </w:tcBorders>
              </w:tcPr>
              <w:p w14:paraId="7839B693" w14:textId="4ACCF57F" w:rsidR="00E05B47" w:rsidRPr="002D7F94" w:rsidRDefault="002D7F94" w:rsidP="003F4933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1620" w:type="dxa"/>
            <w:tcBorders>
              <w:bottom w:val="single" w:sz="4" w:space="0" w:color="auto"/>
            </w:tcBorders>
          </w:tcPr>
          <w:p w14:paraId="591E18A4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Interviewer</w:t>
            </w:r>
            <w:r w:rsidR="00357F7A" w:rsidRPr="002D7F94">
              <w:rPr>
                <w:color w:val="auto"/>
                <w:sz w:val="20"/>
                <w:szCs w:val="20"/>
              </w:rPr>
              <w:t>/Title:</w:t>
            </w:r>
          </w:p>
        </w:tc>
        <w:sdt>
          <w:sdtPr>
            <w:rPr>
              <w:sz w:val="20"/>
              <w:szCs w:val="20"/>
            </w:rPr>
            <w:id w:val="12062912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auto"/>
                </w:tcBorders>
              </w:tcPr>
              <w:p w14:paraId="72A43380" w14:textId="77777777" w:rsidR="00E05B47" w:rsidRPr="002D7F94" w:rsidRDefault="00DD2B86" w:rsidP="00DD2B86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17DF348E" w14:textId="55333014" w:rsidR="00B40F8B" w:rsidRPr="002D7F94" w:rsidRDefault="00B40F8B" w:rsidP="00FA0265">
      <w:pPr>
        <w:pStyle w:val="Heading2"/>
        <w:pBdr>
          <w:top w:val="single" w:sz="4" w:space="0" w:color="auto"/>
        </w:pBdr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1. What are your salary requirements and if selected when would you be available to start?</w:t>
      </w:r>
    </w:p>
    <w:p w14:paraId="68EFE534" w14:textId="37025F71" w:rsidR="00B40F8B" w:rsidRPr="002D7F94" w:rsidRDefault="00B40F8B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1398471185"/>
        <w:placeholder>
          <w:docPart w:val="99C208E4F230458CAD3DDF8FB94C5C03"/>
        </w:placeholder>
        <w:showingPlcHdr/>
      </w:sdtPr>
      <w:sdtEndPr/>
      <w:sdtContent>
        <w:p w14:paraId="5638EFE1" w14:textId="77777777" w:rsidR="00B40F8B" w:rsidRPr="002D7F94" w:rsidRDefault="00B40F8B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45AAC4DF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43DB3B7F" w14:textId="3796FA46" w:rsidR="00207867" w:rsidRDefault="00207867" w:rsidP="00FA0265"/>
    <w:p w14:paraId="586DD704" w14:textId="627BD65B" w:rsidR="00B40F8B" w:rsidRPr="002D7F94" w:rsidRDefault="00B40F8B" w:rsidP="00FA0265">
      <w:pPr>
        <w:pStyle w:val="Heading2"/>
        <w:spacing w:before="0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2. Are you willing to relocate if selected for this position? (if applicable)</w:t>
      </w:r>
    </w:p>
    <w:p w14:paraId="08DEA539" w14:textId="3E4C4596" w:rsidR="00B40F8B" w:rsidRPr="002D7F94" w:rsidRDefault="00B40F8B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596476967"/>
        <w:placeholder>
          <w:docPart w:val="082E91763CC34FA0BFA9AB9A3B4C615B"/>
        </w:placeholder>
        <w:showingPlcHdr/>
      </w:sdtPr>
      <w:sdtEndPr/>
      <w:sdtContent>
        <w:p w14:paraId="60753D58" w14:textId="77777777" w:rsidR="00B40F8B" w:rsidRPr="002D7F94" w:rsidRDefault="00B40F8B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74938852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4C6815D7" w14:textId="29AB0449" w:rsidR="001B4465" w:rsidRPr="002D7F94" w:rsidRDefault="001B4465" w:rsidP="00FA0265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 xml:space="preserve">3. How many years of related supervisory experience do you have? </w:t>
      </w:r>
    </w:p>
    <w:p w14:paraId="501ABDCF" w14:textId="671DD7DD" w:rsidR="001B4465" w:rsidRPr="002D7F94" w:rsidRDefault="001B4465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44952045"/>
        <w:placeholder>
          <w:docPart w:val="378AFE3CC4A743A48DE30569AF105BD4"/>
        </w:placeholder>
        <w:showingPlcHdr/>
      </w:sdtPr>
      <w:sdtEndPr/>
      <w:sdtContent>
        <w:p w14:paraId="2CF08CD6" w14:textId="77777777" w:rsidR="001B4465" w:rsidRPr="002D7F94" w:rsidRDefault="001B4465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2357B108" w14:textId="0CAC0154" w:rsidR="001B4465" w:rsidRPr="002D7F94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0C79C0C7" w14:textId="5E8EDC6C" w:rsidR="00B40F8B" w:rsidRPr="002D7F94" w:rsidRDefault="001B4465" w:rsidP="00FA0265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4</w:t>
      </w:r>
      <w:r w:rsidR="00B40F8B" w:rsidRPr="002D7F94">
        <w:rPr>
          <w:color w:val="auto"/>
          <w:sz w:val="20"/>
          <w:szCs w:val="20"/>
        </w:rPr>
        <w:t>. Please tell me about your background as it relates to this position.</w:t>
      </w:r>
    </w:p>
    <w:p w14:paraId="35E53C7B" w14:textId="35CBB824" w:rsidR="00B40F8B" w:rsidRPr="002D7F94" w:rsidRDefault="00B40F8B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1507432098"/>
        <w:placeholder>
          <w:docPart w:val="3C3A7DFF70DA420996235E764036BADF"/>
        </w:placeholder>
        <w:showingPlcHdr/>
      </w:sdtPr>
      <w:sdtEndPr/>
      <w:sdtContent>
        <w:p w14:paraId="364DF847" w14:textId="77777777" w:rsidR="00B40F8B" w:rsidRPr="002D7F94" w:rsidRDefault="00B40F8B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099A0F8C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7BE244E1" w14:textId="23B20DCA" w:rsidR="00AD5508" w:rsidRPr="002D7F94" w:rsidRDefault="002D7F94" w:rsidP="00FA0265">
      <w:pPr>
        <w:pStyle w:val="Heading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5</w:t>
      </w:r>
      <w:r w:rsidR="00AD5508" w:rsidRPr="002D7F94">
        <w:rPr>
          <w:color w:val="auto"/>
          <w:sz w:val="20"/>
          <w:szCs w:val="20"/>
        </w:rPr>
        <w:t xml:space="preserve">. </w:t>
      </w:r>
      <w:r w:rsidR="00857321" w:rsidRPr="002D7F94">
        <w:rPr>
          <w:color w:val="auto"/>
          <w:sz w:val="20"/>
          <w:szCs w:val="20"/>
        </w:rPr>
        <w:t>What is your knowledge of T</w:t>
      </w:r>
      <w:r w:rsidR="004F4A34" w:rsidRPr="002D7F94">
        <w:rPr>
          <w:color w:val="auto"/>
          <w:sz w:val="20"/>
          <w:szCs w:val="20"/>
        </w:rPr>
        <w:t xml:space="preserve">he United Methodist Church and its mission, </w:t>
      </w:r>
      <w:proofErr w:type="gramStart"/>
      <w:r w:rsidR="004F4A34" w:rsidRPr="002D7F94">
        <w:rPr>
          <w:color w:val="auto"/>
          <w:sz w:val="20"/>
          <w:szCs w:val="20"/>
        </w:rPr>
        <w:t>vision</w:t>
      </w:r>
      <w:proofErr w:type="gramEnd"/>
      <w:r w:rsidR="004F4A34" w:rsidRPr="002D7F94">
        <w:rPr>
          <w:color w:val="auto"/>
          <w:sz w:val="20"/>
          <w:szCs w:val="20"/>
        </w:rPr>
        <w:t xml:space="preserve"> and values?</w:t>
      </w:r>
      <w:r w:rsidR="00857321" w:rsidRPr="002D7F94">
        <w:rPr>
          <w:color w:val="auto"/>
          <w:sz w:val="20"/>
          <w:szCs w:val="20"/>
        </w:rPr>
        <w:t xml:space="preserve"> Are you a member of The United Methodist Church?</w:t>
      </w:r>
    </w:p>
    <w:p w14:paraId="32795FBA" w14:textId="2808BAD6" w:rsidR="00AD5508" w:rsidRPr="002D7F94" w:rsidRDefault="00AD5508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1236546070"/>
        <w:placeholder>
          <w:docPart w:val="217599BA3D42432599A0FC71976317A3"/>
        </w:placeholder>
        <w:showingPlcHdr/>
      </w:sdtPr>
      <w:sdtEndPr/>
      <w:sdtContent>
        <w:p w14:paraId="755A434D" w14:textId="77777777" w:rsidR="00AD5508" w:rsidRPr="002D7F94" w:rsidRDefault="00DD2B86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707A37A9" w14:textId="3DBB9A8E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3B17B744" w14:textId="4DEAC1B9" w:rsidR="004F4A34" w:rsidRPr="002D7F94" w:rsidRDefault="00207867" w:rsidP="00FA0265">
      <w:pPr>
        <w:pStyle w:val="Heading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6</w:t>
      </w:r>
      <w:r w:rsidR="004F4A34" w:rsidRPr="002D7F94">
        <w:rPr>
          <w:color w:val="auto"/>
          <w:sz w:val="20"/>
          <w:szCs w:val="20"/>
        </w:rPr>
        <w:t>. Is there anything else you would like to share about yourself that would help us understand why you would be a good selection for this position?</w:t>
      </w:r>
    </w:p>
    <w:p w14:paraId="17DE736A" w14:textId="4A351DCD" w:rsidR="004F4A34" w:rsidRPr="002D7F94" w:rsidRDefault="004F4A34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1090856923"/>
        <w:placeholder>
          <w:docPart w:val="72F5F57CB5CB4C62AD12534850C4F22D"/>
        </w:placeholder>
        <w:showingPlcHdr/>
      </w:sdtPr>
      <w:sdtEndPr/>
      <w:sdtContent>
        <w:p w14:paraId="4BFE5677" w14:textId="77777777" w:rsidR="004F4A34" w:rsidRPr="002D7F94" w:rsidRDefault="0035374D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37408B63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7F442B11" w14:textId="77777777" w:rsidR="00AD5508" w:rsidRPr="002D7F94" w:rsidRDefault="006673F8" w:rsidP="00FA0265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 xml:space="preserve">Thank You!  Do you have any questions? </w:t>
      </w:r>
    </w:p>
    <w:p w14:paraId="75353138" w14:textId="6CADB236" w:rsidR="006673F8" w:rsidRPr="002D7F94" w:rsidRDefault="006673F8" w:rsidP="00FA0265">
      <w:pPr>
        <w:rPr>
          <w:sz w:val="20"/>
          <w:szCs w:val="20"/>
        </w:rPr>
      </w:pPr>
    </w:p>
    <w:sectPr w:rsidR="006673F8" w:rsidRPr="002D7F94" w:rsidSect="00357F7A">
      <w:footerReference w:type="default" r:id="rId12"/>
      <w:pgSz w:w="12240" w:h="15840"/>
      <w:pgMar w:top="432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8FD9" w14:textId="77777777" w:rsidR="009969FF" w:rsidRDefault="009969FF">
      <w:pPr>
        <w:spacing w:after="0"/>
      </w:pPr>
      <w:r>
        <w:separator/>
      </w:r>
    </w:p>
  </w:endnote>
  <w:endnote w:type="continuationSeparator" w:id="0">
    <w:p w14:paraId="65627976" w14:textId="77777777" w:rsidR="009969FF" w:rsidRDefault="009969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BD20" w14:textId="77777777" w:rsidR="00E05B47" w:rsidRDefault="005273DF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1B446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E35E" w14:textId="77777777" w:rsidR="009969FF" w:rsidRDefault="009969FF">
      <w:pPr>
        <w:spacing w:after="0"/>
      </w:pPr>
      <w:r>
        <w:separator/>
      </w:r>
    </w:p>
  </w:footnote>
  <w:footnote w:type="continuationSeparator" w:id="0">
    <w:p w14:paraId="67FAEDD9" w14:textId="77777777" w:rsidR="009969FF" w:rsidRDefault="009969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A0FB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00E2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17403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5A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54812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080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125D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F2E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A4D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7A3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7A"/>
    <w:rsid w:val="000176D4"/>
    <w:rsid w:val="00073D9D"/>
    <w:rsid w:val="00081D4A"/>
    <w:rsid w:val="00082FF0"/>
    <w:rsid w:val="0008723A"/>
    <w:rsid w:val="000957D1"/>
    <w:rsid w:val="0011193F"/>
    <w:rsid w:val="0018415E"/>
    <w:rsid w:val="00191B85"/>
    <w:rsid w:val="001B4465"/>
    <w:rsid w:val="001D06D8"/>
    <w:rsid w:val="00207867"/>
    <w:rsid w:val="002256DD"/>
    <w:rsid w:val="00242F21"/>
    <w:rsid w:val="00261E3E"/>
    <w:rsid w:val="002923FF"/>
    <w:rsid w:val="002C3C66"/>
    <w:rsid w:val="002D7F94"/>
    <w:rsid w:val="002E7433"/>
    <w:rsid w:val="0035374D"/>
    <w:rsid w:val="00357F7A"/>
    <w:rsid w:val="0037234A"/>
    <w:rsid w:val="00377656"/>
    <w:rsid w:val="003B2311"/>
    <w:rsid w:val="003E11C5"/>
    <w:rsid w:val="003F11AB"/>
    <w:rsid w:val="003F4933"/>
    <w:rsid w:val="00452CFC"/>
    <w:rsid w:val="004C7457"/>
    <w:rsid w:val="004F4A34"/>
    <w:rsid w:val="00501885"/>
    <w:rsid w:val="005273DF"/>
    <w:rsid w:val="005437B0"/>
    <w:rsid w:val="005E4A56"/>
    <w:rsid w:val="0061118A"/>
    <w:rsid w:val="006673F8"/>
    <w:rsid w:val="006967FE"/>
    <w:rsid w:val="006A0835"/>
    <w:rsid w:val="006A5BE7"/>
    <w:rsid w:val="006C23F2"/>
    <w:rsid w:val="006C2D19"/>
    <w:rsid w:val="006C6B8B"/>
    <w:rsid w:val="00715647"/>
    <w:rsid w:val="00724728"/>
    <w:rsid w:val="00727E79"/>
    <w:rsid w:val="0073404D"/>
    <w:rsid w:val="00766E06"/>
    <w:rsid w:val="007B0A64"/>
    <w:rsid w:val="007E16CB"/>
    <w:rsid w:val="007E28AA"/>
    <w:rsid w:val="007F6B0D"/>
    <w:rsid w:val="00822AE5"/>
    <w:rsid w:val="008442B1"/>
    <w:rsid w:val="00846792"/>
    <w:rsid w:val="00857321"/>
    <w:rsid w:val="00872417"/>
    <w:rsid w:val="008A4046"/>
    <w:rsid w:val="00990CBC"/>
    <w:rsid w:val="009969FF"/>
    <w:rsid w:val="009B74D4"/>
    <w:rsid w:val="009C66AD"/>
    <w:rsid w:val="009F4CDF"/>
    <w:rsid w:val="00A6464F"/>
    <w:rsid w:val="00AD4D33"/>
    <w:rsid w:val="00AD5508"/>
    <w:rsid w:val="00B119A5"/>
    <w:rsid w:val="00B40F8B"/>
    <w:rsid w:val="00B45F94"/>
    <w:rsid w:val="00B73FFB"/>
    <w:rsid w:val="00B92C5E"/>
    <w:rsid w:val="00BB6BBF"/>
    <w:rsid w:val="00BD1ECB"/>
    <w:rsid w:val="00BE4991"/>
    <w:rsid w:val="00C34D77"/>
    <w:rsid w:val="00C53551"/>
    <w:rsid w:val="00CA07C6"/>
    <w:rsid w:val="00CC4496"/>
    <w:rsid w:val="00D119D0"/>
    <w:rsid w:val="00D658EE"/>
    <w:rsid w:val="00DD15EF"/>
    <w:rsid w:val="00DD2B86"/>
    <w:rsid w:val="00E05B47"/>
    <w:rsid w:val="00E53FEB"/>
    <w:rsid w:val="00E8226F"/>
    <w:rsid w:val="00EF3A83"/>
    <w:rsid w:val="00F30312"/>
    <w:rsid w:val="00F43AF6"/>
    <w:rsid w:val="00FA0265"/>
    <w:rsid w:val="00FA77DA"/>
    <w:rsid w:val="00FC7C77"/>
    <w:rsid w:val="00FD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399C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</w:pPr>
    <w:rPr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E48312" w:themeColor="accent1"/>
      <w:sz w:val="24"/>
      <w:szCs w:val="24"/>
    </w:rPr>
  </w:style>
  <w:style w:type="paragraph" w:styleId="Heading2">
    <w:name w:val="heading 2"/>
    <w:basedOn w:val="Normal"/>
    <w:next w:val="Normal"/>
    <w:unhideWhenUsed/>
    <w:qFormat/>
    <w:pPr>
      <w:numPr>
        <w:ilvl w:val="1"/>
      </w:numPr>
      <w:pBdr>
        <w:top w:val="single" w:sz="4" w:space="1" w:color="auto"/>
      </w:pBdr>
      <w:shd w:val="clear" w:color="auto" w:fill="EADBD4" w:themeFill="accent3" w:themeFillTint="33"/>
      <w:spacing w:before="360"/>
      <w:outlineLvl w:val="1"/>
    </w:pPr>
    <w:rPr>
      <w:color w:val="865640" w:themeColor="accent3"/>
      <w:spacing w:val="15"/>
      <w:sz w:val="22"/>
      <w:szCs w:val="22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BD582C" w:themeColor="accent2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637052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color w:val="637052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8"/>
      <w:szCs w:val="18"/>
    </w:rPr>
  </w:style>
  <w:style w:type="paragraph" w:customStyle="1" w:styleId="Logo">
    <w:name w:val="Logo"/>
    <w:basedOn w:val="Normal"/>
    <w:qFormat/>
    <w:pPr>
      <w:jc w:val="center"/>
    </w:p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customStyle="1" w:styleId="Companyname">
    <w:name w:val="Company name"/>
    <w:basedOn w:val="Normal"/>
    <w:next w:val="Normal"/>
    <w:qFormat/>
    <w:pPr>
      <w:spacing w:before="0" w:after="0"/>
      <w:jc w:val="center"/>
    </w:pPr>
    <w:rPr>
      <w:rFonts w:asciiTheme="majorHAnsi" w:eastAsiaTheme="majorEastAsia" w:hAnsiTheme="majorHAnsi" w:cstheme="majorBidi"/>
      <w:b/>
      <w:bCs/>
      <w:color w:val="49533D" w:themeColor="text2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D33"/>
    <w:pPr>
      <w:spacing w:before="0"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D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glossaryDocument" Target="glossary/document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rtiller\AppData\Roaming\Microsoft\Templates\Job%20applicant%20assessmen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B568E-1F15-4202-A62D-99877CD4AA44}"/>
      </w:docPartPr>
      <w:docPartBody>
        <w:p w:rsidR="00E747C0" w:rsidRDefault="00607B87"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7599BA3D42432599A0FC7197631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A2684-AF45-405D-B43D-A899D517A63F}"/>
      </w:docPartPr>
      <w:docPartBody>
        <w:p w:rsidR="00AD14C1" w:rsidRDefault="00121199" w:rsidP="00121199">
          <w:pPr>
            <w:pStyle w:val="217599BA3D42432599A0FC71976317A3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F5F57CB5CB4C62AD12534850C4F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B92B3-E46E-4B07-991B-A4491BFA6CCC}"/>
      </w:docPartPr>
      <w:docPartBody>
        <w:p w:rsidR="00757E9A" w:rsidRDefault="00AD14C1" w:rsidP="00AD14C1">
          <w:pPr>
            <w:pStyle w:val="72F5F57CB5CB4C62AD12534850C4F22D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C208E4F230458CAD3DDF8FB94C5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EB68B-7A82-4D46-8086-BA1AF8F5B6BC}"/>
      </w:docPartPr>
      <w:docPartBody>
        <w:p w:rsidR="00AF6D39" w:rsidRDefault="00B7730D" w:rsidP="00B7730D">
          <w:pPr>
            <w:pStyle w:val="99C208E4F230458CAD3DDF8FB94C5C03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2E91763CC34FA0BFA9AB9A3B4C6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68832-8D68-49E3-A091-0C0C9B29DFA2}"/>
      </w:docPartPr>
      <w:docPartBody>
        <w:p w:rsidR="00AF6D39" w:rsidRDefault="00B7730D" w:rsidP="00B7730D">
          <w:pPr>
            <w:pStyle w:val="082E91763CC34FA0BFA9AB9A3B4C615B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3A7DFF70DA420996235E764036B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AF830-B48F-4BB0-9697-CBAA6E8A587A}"/>
      </w:docPartPr>
      <w:docPartBody>
        <w:p w:rsidR="00AF6D39" w:rsidRDefault="00B7730D" w:rsidP="00B7730D">
          <w:pPr>
            <w:pStyle w:val="3C3A7DFF70DA420996235E764036BADF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8AFE3CC4A743A48DE30569AF105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19C97-C905-4917-894F-EDDFC1159986}"/>
      </w:docPartPr>
      <w:docPartBody>
        <w:p w:rsidR="003C27F7" w:rsidRDefault="00AF6D39" w:rsidP="00AF6D39">
          <w:pPr>
            <w:pStyle w:val="378AFE3CC4A743A48DE30569AF105BD4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87"/>
    <w:rsid w:val="0005739F"/>
    <w:rsid w:val="000D2D7A"/>
    <w:rsid w:val="00121199"/>
    <w:rsid w:val="001F39BF"/>
    <w:rsid w:val="00223F73"/>
    <w:rsid w:val="002335E5"/>
    <w:rsid w:val="0038595F"/>
    <w:rsid w:val="003C27F7"/>
    <w:rsid w:val="00545704"/>
    <w:rsid w:val="00607B87"/>
    <w:rsid w:val="00660768"/>
    <w:rsid w:val="00757E9A"/>
    <w:rsid w:val="007D6C39"/>
    <w:rsid w:val="007E2008"/>
    <w:rsid w:val="007F08A9"/>
    <w:rsid w:val="00863470"/>
    <w:rsid w:val="00880D92"/>
    <w:rsid w:val="008D7478"/>
    <w:rsid w:val="00AD14C1"/>
    <w:rsid w:val="00AF6D39"/>
    <w:rsid w:val="00B7730D"/>
    <w:rsid w:val="00BD2EF5"/>
    <w:rsid w:val="00C94AA1"/>
    <w:rsid w:val="00CF3A8C"/>
    <w:rsid w:val="00DA1776"/>
    <w:rsid w:val="00E747C0"/>
    <w:rsid w:val="00EB08E3"/>
    <w:rsid w:val="00FB41D3"/>
    <w:rsid w:val="00FC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5E5"/>
    <w:rPr>
      <w:color w:val="808080"/>
    </w:rPr>
  </w:style>
  <w:style w:type="paragraph" w:customStyle="1" w:styleId="217599BA3D42432599A0FC71976317A3">
    <w:name w:val="217599BA3D42432599A0FC71976317A3"/>
    <w:rsid w:val="00121199"/>
  </w:style>
  <w:style w:type="paragraph" w:customStyle="1" w:styleId="72F5F57CB5CB4C62AD12534850C4F22D">
    <w:name w:val="72F5F57CB5CB4C62AD12534850C4F22D"/>
    <w:rsid w:val="00AD14C1"/>
  </w:style>
  <w:style w:type="paragraph" w:customStyle="1" w:styleId="99C208E4F230458CAD3DDF8FB94C5C03">
    <w:name w:val="99C208E4F230458CAD3DDF8FB94C5C03"/>
    <w:rsid w:val="00B7730D"/>
  </w:style>
  <w:style w:type="paragraph" w:customStyle="1" w:styleId="082E91763CC34FA0BFA9AB9A3B4C615B">
    <w:name w:val="082E91763CC34FA0BFA9AB9A3B4C615B"/>
    <w:rsid w:val="00B7730D"/>
  </w:style>
  <w:style w:type="paragraph" w:customStyle="1" w:styleId="3C3A7DFF70DA420996235E764036BADF">
    <w:name w:val="3C3A7DFF70DA420996235E764036BADF"/>
    <w:rsid w:val="00B7730D"/>
  </w:style>
  <w:style w:type="paragraph" w:customStyle="1" w:styleId="378AFE3CC4A743A48DE30569AF105BD4">
    <w:name w:val="378AFE3CC4A743A48DE30569AF105BD4"/>
    <w:rsid w:val="00AF6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7F3EB5401EB48A9EDA742915B23E2" ma:contentTypeVersion="18" ma:contentTypeDescription="Create a new document." ma:contentTypeScope="" ma:versionID="3ee22e28a21842a7033cb0903ef1b3a5">
  <xsd:schema xmlns:xsd="http://www.w3.org/2001/XMLSchema" xmlns:xs="http://www.w3.org/2001/XMLSchema" xmlns:p="http://schemas.microsoft.com/office/2006/metadata/properties" xmlns:ns2="f44fb056-fddd-4e11-9309-810b2d76481b" xmlns:ns3="21c67ec8-0855-44bd-ac8d-ab763970b540" targetNamespace="http://schemas.microsoft.com/office/2006/metadata/properties" ma:root="true" ma:fieldsID="9ffc62c8491c8a99f8c45a4f283e1142" ns2:_="" ns3:_="">
    <xsd:import namespace="f44fb056-fddd-4e11-9309-810b2d76481b"/>
    <xsd:import namespace="21c67ec8-0855-44bd-ac8d-ab763970b5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b056-fddd-4e11-9309-810b2d764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42994f-1c13-4cfd-863f-b3077efb2f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67ec8-0855-44bd-ac8d-ab763970b5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c233d5-eedc-4af1-af3a-9bd09637b183}" ma:internalName="TaxCatchAll" ma:showField="CatchAllData" ma:web="21c67ec8-0855-44bd-ac8d-ab763970b5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4fb056-fddd-4e11-9309-810b2d76481b">
      <Terms xmlns="http://schemas.microsoft.com/office/infopath/2007/PartnerControls"/>
    </lcf76f155ced4ddcb4097134ff3c332f>
    <TaxCatchAll xmlns="21c67ec8-0855-44bd-ac8d-ab763970b5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3D95E-995E-4898-89D6-C2A4788F157B}"/>
</file>

<file path=customXml/itemProps2.xml><?xml version="1.0" encoding="utf-8"?>
<ds:datastoreItem xmlns:ds="http://schemas.openxmlformats.org/officeDocument/2006/customXml" ds:itemID="{12787694-1331-4767-BFBA-7334DB1D8467}">
  <ds:schemaRefs>
    <ds:schemaRef ds:uri="http://www.w3.org/XML/1998/namespace"/>
    <ds:schemaRef ds:uri="2c44ba83-6bb0-4494-bd17-0138b0c762ac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83CCCE3-5FB0-4408-8C48-CD8E739F76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AE1FD-BE23-4668-AE94-11721EAD0690}"/>
</file>

<file path=customXml/itemProps5.xml><?xml version="1.0" encoding="utf-8"?>
<ds:datastoreItem xmlns:ds="http://schemas.openxmlformats.org/officeDocument/2006/customXml" ds:itemID="{575AE773-FFC3-4DC9-B426-ABAD4E4E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assessment form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2021-08-02T13:43:00Z</dcterms:created>
  <dcterms:modified xsi:type="dcterms:W3CDTF">2021-08-02T13:43:00Z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TC034630749991</vt:lpwstr>
  </property>
  <property fmtid="{D5CDD505-2E9C-101B-9397-08002B2CF9AE}" pid="3" name="ContentTypeId">
    <vt:lpwstr>0x010100A6A7F3EB5401EB48A9EDA742915B23E2</vt:lpwstr>
  </property>
  <property fmtid="{D5CDD505-2E9C-101B-9397-08002B2CF9AE}" pid="4" name="_dlc_DocIdItemGuid">
    <vt:lpwstr>39c352e9-a098-4435-aa8f-8d0f07aa65d6</vt:lpwstr>
  </property>
  <property fmtid="{D5CDD505-2E9C-101B-9397-08002B2CF9AE}" pid="5" name="Order">
    <vt:r8>1102200</vt:r8>
  </property>
  <property fmtid="{D5CDD505-2E9C-101B-9397-08002B2CF9AE}" pid="6" name="MediaServiceImageTags">
    <vt:lpwstr/>
  </property>
</Properties>
</file>